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6FF097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93BB7">
        <w:rPr>
          <w:rFonts w:ascii="Corbel" w:hAnsi="Corbel"/>
          <w:i/>
          <w:smallCaps/>
          <w:sz w:val="24"/>
          <w:szCs w:val="24"/>
        </w:rPr>
        <w:t>2019-2022</w:t>
      </w:r>
    </w:p>
    <w:p w14:paraId="0584AD51" w14:textId="21849EA0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F93BB7">
        <w:rPr>
          <w:rFonts w:ascii="Corbel" w:hAnsi="Corbel"/>
          <w:sz w:val="20"/>
          <w:szCs w:val="20"/>
        </w:rPr>
        <w:t>1</w:t>
      </w:r>
      <w:r w:rsidR="008B226D">
        <w:rPr>
          <w:rFonts w:ascii="Corbel" w:hAnsi="Corbel"/>
          <w:sz w:val="20"/>
          <w:szCs w:val="20"/>
        </w:rPr>
        <w:t>/202</w:t>
      </w:r>
      <w:r w:rsidR="00F93BB7">
        <w:rPr>
          <w:rFonts w:ascii="Corbel" w:hAnsi="Corbel"/>
          <w:sz w:val="20"/>
          <w:szCs w:val="20"/>
        </w:rPr>
        <w:t>2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0BB6800B" w:rsidR="0085747A" w:rsidRPr="009C54AE" w:rsidRDefault="00F80FBD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1161FA14" w:rsidR="0085747A" w:rsidRPr="00F80FBD" w:rsidRDefault="00F80F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0FB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2AF0C9D7" w:rsidR="00015B8F" w:rsidRPr="009C54AE" w:rsidRDefault="00F80F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18E30921" w:rsidR="00015B8F" w:rsidRPr="009C54AE" w:rsidRDefault="00F80F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0830FF3" w:rsidR="00EB6D7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54021D81" w:rsidR="0085747A" w:rsidRPr="009C54AE" w:rsidRDefault="00F80FBD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4F1F80FC" w:rsidR="00C61DC5" w:rsidRDefault="00F80FBD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BBEEB" w14:textId="77777777" w:rsidR="00E8233D" w:rsidRDefault="00E8233D" w:rsidP="00C16ABF">
      <w:pPr>
        <w:spacing w:after="0" w:line="240" w:lineRule="auto"/>
      </w:pPr>
      <w:r>
        <w:separator/>
      </w:r>
    </w:p>
  </w:endnote>
  <w:endnote w:type="continuationSeparator" w:id="0">
    <w:p w14:paraId="79557A41" w14:textId="77777777" w:rsidR="00E8233D" w:rsidRDefault="00E823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88098" w14:textId="77777777" w:rsidR="00E8233D" w:rsidRDefault="00E8233D" w:rsidP="00C16ABF">
      <w:pPr>
        <w:spacing w:after="0" w:line="240" w:lineRule="auto"/>
      </w:pPr>
      <w:r>
        <w:separator/>
      </w:r>
    </w:p>
  </w:footnote>
  <w:footnote w:type="continuationSeparator" w:id="0">
    <w:p w14:paraId="6A2008E4" w14:textId="77777777" w:rsidR="00E8233D" w:rsidRDefault="00E8233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6331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5EB"/>
    <w:rsid w:val="00E51E44"/>
    <w:rsid w:val="00E63348"/>
    <w:rsid w:val="00E661B9"/>
    <w:rsid w:val="00E742AA"/>
    <w:rsid w:val="00E77E88"/>
    <w:rsid w:val="00E8107D"/>
    <w:rsid w:val="00E8233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FBD"/>
    <w:rsid w:val="00F83B28"/>
    <w:rsid w:val="00F93BB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6A64E-0A76-4E30-B141-63731503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1485</Words>
  <Characters>8916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2020-10-23T09:06:00Z</dcterms:created>
  <dcterms:modified xsi:type="dcterms:W3CDTF">2020-12-11T06:28:00Z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